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</w:rPr>
      </w:pPr>
      <w:bookmarkStart w:id="0" w:name="_GoBack"/>
      <w:bookmarkEnd w:id="0"/>
      <w:r>
        <w:rPr>
          <w:b/>
          <w:sz w:val="36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5241290</wp:posOffset>
                </wp:positionH>
                <wp:positionV relativeFrom="paragraph">
                  <wp:posOffset>-609600</wp:posOffset>
                </wp:positionV>
                <wp:extent cx="1016635" cy="28956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JX-PG-01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12.7pt;margin-top:-48pt;height:22.8pt;width:80.05pt;z-index:251659264;mso-width-relative:margin;mso-height-relative:margin;mso-height-percent:200;" filled="f" stroked="f" coordsize="21600,21600" o:gfxdata="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HZ2NU7ZAAAACwEAAA8AAAAAAAAAAQAgAAAAIgAAAGRycy9kb3ducmV2&#10;LnhtbFBLAQIUABQAAAAIAIdO4kCiY6xbwgEAAHYDAAAOAAAAAAAAAAEAIAAAACg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JX-PG-01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6"/>
        </w:rPr>
        <w:t>简 历</w:t>
      </w:r>
    </w:p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个人信息：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姓名</w:t>
            </w:r>
            <w:r>
              <w:rPr>
                <w:rFonts w:hint="eastAsia"/>
              </w:rPr>
              <w:t xml:space="preserve">： </w:t>
            </w:r>
          </w:p>
        </w:tc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电话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职称</w:t>
            </w:r>
            <w:r>
              <w:rPr>
                <w:rFonts w:hint="eastAsia"/>
              </w:rPr>
              <w:t xml:space="preserve">： </w:t>
            </w:r>
          </w:p>
        </w:tc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电邮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单位</w:t>
            </w:r>
            <w:r>
              <w:rPr>
                <w:rFonts w:hint="eastAsia"/>
              </w:rPr>
              <w:t xml:space="preserve">： </w:t>
            </w:r>
          </w:p>
        </w:tc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传真</w:t>
            </w:r>
            <w:r>
              <w:rPr>
                <w:rFonts w:hint="eastAsia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8522" w:type="dxa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地址</w:t>
            </w:r>
            <w:r>
              <w:rPr>
                <w:rFonts w:hint="eastAsia"/>
              </w:rPr>
              <w:t xml:space="preserve">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</w:trPr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26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b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教育背景：</w:t>
      </w:r>
    </w:p>
    <w:p>
      <w:pPr>
        <w:rPr>
          <w:rFonts w:hint="eastAsia"/>
          <w:b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任职经历：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交流经历</w:t>
      </w:r>
    </w:p>
    <w:p>
      <w:pPr>
        <w:numPr>
          <w:ilvl w:val="0"/>
          <w:numId w:val="2"/>
        </w:num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学术会议</w:t>
      </w:r>
    </w:p>
    <w:p>
      <w:pPr>
        <w:ind w:left="840"/>
        <w:rPr>
          <w:rFonts w:hint="eastAsia"/>
          <w:b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访学与培训</w:t>
      </w:r>
    </w:p>
    <w:p>
      <w:pPr>
        <w:pStyle w:val="10"/>
        <w:ind w:firstLine="422"/>
        <w:rPr>
          <w:rFonts w:hint="eastAsia"/>
          <w:b/>
          <w:szCs w:val="21"/>
        </w:rPr>
      </w:pPr>
    </w:p>
    <w:p>
      <w:pPr>
        <w:ind w:left="840"/>
        <w:rPr>
          <w:rFonts w:hint="eastAsia"/>
          <w:b/>
          <w:szCs w:val="21"/>
        </w:rPr>
      </w:pPr>
    </w:p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教学情况：</w:t>
      </w:r>
    </w:p>
    <w:p>
      <w:pPr>
        <w:numPr>
          <w:ilvl w:val="0"/>
          <w:numId w:val="3"/>
        </w:numPr>
        <w:rPr>
          <w:rFonts w:hint="eastAsia"/>
          <w:b/>
        </w:rPr>
      </w:pPr>
      <w:r>
        <w:rPr>
          <w:rFonts w:hint="eastAsia"/>
          <w:b/>
        </w:rPr>
        <w:t>主讲课程</w:t>
      </w:r>
    </w:p>
    <w:p>
      <w:pPr>
        <w:numPr>
          <w:ilvl w:val="0"/>
          <w:numId w:val="3"/>
        </w:numPr>
        <w:rPr>
          <w:rFonts w:hint="eastAsia"/>
          <w:b/>
        </w:rPr>
      </w:pPr>
      <w:r>
        <w:rPr>
          <w:rFonts w:hint="eastAsia"/>
          <w:b/>
        </w:rPr>
        <w:t>教学荣誉</w:t>
      </w:r>
      <w:r>
        <w:rPr>
          <w:rFonts w:hint="eastAsia"/>
          <w:b/>
        </w:rPr>
        <w:tab/>
      </w:r>
    </w:p>
    <w:p>
      <w:pPr>
        <w:rPr>
          <w:rFonts w:hint="eastAsia"/>
          <w:b/>
        </w:rPr>
      </w:pPr>
    </w:p>
    <w:p>
      <w:pPr>
        <w:numPr>
          <w:ilvl w:val="0"/>
          <w:numId w:val="1"/>
        </w:num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科研情况：</w:t>
      </w:r>
    </w:p>
    <w:p>
      <w:pPr>
        <w:numPr>
          <w:ilvl w:val="0"/>
          <w:numId w:val="3"/>
        </w:numPr>
        <w:rPr>
          <w:rFonts w:hint="eastAsia"/>
          <w:b/>
        </w:rPr>
      </w:pPr>
      <w:r>
        <w:rPr>
          <w:rFonts w:hint="eastAsia"/>
          <w:b/>
        </w:rPr>
        <w:t>研究领域</w:t>
      </w:r>
    </w:p>
    <w:p>
      <w:pPr>
        <w:rPr>
          <w:rFonts w:hint="eastAsia"/>
          <w:b/>
        </w:rPr>
      </w:pPr>
    </w:p>
    <w:p>
      <w:pPr>
        <w:numPr>
          <w:ilvl w:val="0"/>
          <w:numId w:val="4"/>
        </w:numPr>
        <w:rPr>
          <w:rFonts w:hint="eastAsia"/>
          <w:b/>
        </w:rPr>
      </w:pPr>
      <w:r>
        <w:rPr>
          <w:rFonts w:hint="eastAsia"/>
          <w:b/>
        </w:rPr>
        <w:t>研究项目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论文与著作发表</w:t>
      </w:r>
    </w:p>
    <w:p>
      <w:pPr>
        <w:numPr>
          <w:ilvl w:val="0"/>
          <w:numId w:val="5"/>
        </w:numPr>
        <w:rPr>
          <w:rFonts w:hint="eastAsia"/>
          <w:b/>
        </w:rPr>
      </w:pPr>
      <w:r>
        <w:rPr>
          <w:rFonts w:hint="eastAsia"/>
          <w:b/>
        </w:rPr>
        <w:t>英文期刊论文</w:t>
      </w:r>
    </w:p>
    <w:p>
      <w:pPr>
        <w:numPr>
          <w:ilvl w:val="0"/>
          <w:numId w:val="5"/>
        </w:numPr>
        <w:rPr>
          <w:rFonts w:hint="eastAsia"/>
          <w:b/>
        </w:rPr>
      </w:pPr>
      <w:r>
        <w:rPr>
          <w:rFonts w:hint="eastAsia"/>
          <w:b/>
        </w:rPr>
        <w:t>中文期刊论文</w:t>
      </w:r>
    </w:p>
    <w:p>
      <w:pPr>
        <w:numPr>
          <w:ilvl w:val="0"/>
          <w:numId w:val="5"/>
        </w:numPr>
        <w:rPr>
          <w:rFonts w:hint="eastAsia"/>
          <w:b/>
        </w:rPr>
      </w:pPr>
      <w:r>
        <w:rPr>
          <w:rFonts w:hint="eastAsia"/>
          <w:b/>
        </w:rPr>
        <w:t>会议论文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22ECB"/>
    <w:multiLevelType w:val="multilevel"/>
    <w:tmpl w:val="04222ECB"/>
    <w:lvl w:ilvl="0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34A2BCF"/>
    <w:multiLevelType w:val="multilevel"/>
    <w:tmpl w:val="134A2BC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65F6670"/>
    <w:multiLevelType w:val="multilevel"/>
    <w:tmpl w:val="165F6670"/>
    <w:lvl w:ilvl="0" w:tentative="0">
      <w:start w:val="1"/>
      <w:numFmt w:val="bullet"/>
      <w:lvlText w:val="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32315EC"/>
    <w:multiLevelType w:val="multilevel"/>
    <w:tmpl w:val="332315EC"/>
    <w:lvl w:ilvl="0" w:tentative="0">
      <w:start w:val="1"/>
      <w:numFmt w:val="bullet"/>
      <w:lvlText w:val="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DFE4BCB"/>
    <w:multiLevelType w:val="multilevel"/>
    <w:tmpl w:val="4DFE4BCB"/>
    <w:lvl w:ilvl="0" w:tentative="0">
      <w:start w:val="1"/>
      <w:numFmt w:val="bullet"/>
      <w:lvlText w:val="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A8"/>
    <w:rsid w:val="000337F3"/>
    <w:rsid w:val="00065C6C"/>
    <w:rsid w:val="000E738E"/>
    <w:rsid w:val="000F2AF9"/>
    <w:rsid w:val="00111D17"/>
    <w:rsid w:val="00123F76"/>
    <w:rsid w:val="0013505A"/>
    <w:rsid w:val="001463FB"/>
    <w:rsid w:val="001B5CAF"/>
    <w:rsid w:val="001C096B"/>
    <w:rsid w:val="001D5FA9"/>
    <w:rsid w:val="001E0B6D"/>
    <w:rsid w:val="001E191E"/>
    <w:rsid w:val="001E4C1B"/>
    <w:rsid w:val="002063B0"/>
    <w:rsid w:val="002326C1"/>
    <w:rsid w:val="0028428B"/>
    <w:rsid w:val="00291E64"/>
    <w:rsid w:val="002B21AA"/>
    <w:rsid w:val="002E1C8C"/>
    <w:rsid w:val="002F56B0"/>
    <w:rsid w:val="002F6E46"/>
    <w:rsid w:val="0031749E"/>
    <w:rsid w:val="00330BC3"/>
    <w:rsid w:val="003448F4"/>
    <w:rsid w:val="0035120C"/>
    <w:rsid w:val="00355A9C"/>
    <w:rsid w:val="00357A6D"/>
    <w:rsid w:val="00362662"/>
    <w:rsid w:val="003D1CD2"/>
    <w:rsid w:val="00430A38"/>
    <w:rsid w:val="00453D27"/>
    <w:rsid w:val="00485D64"/>
    <w:rsid w:val="0048770E"/>
    <w:rsid w:val="0049337F"/>
    <w:rsid w:val="00495E78"/>
    <w:rsid w:val="004B016C"/>
    <w:rsid w:val="004C3482"/>
    <w:rsid w:val="004C5700"/>
    <w:rsid w:val="004F45A5"/>
    <w:rsid w:val="005075E6"/>
    <w:rsid w:val="005227E1"/>
    <w:rsid w:val="00523742"/>
    <w:rsid w:val="00535652"/>
    <w:rsid w:val="005822AD"/>
    <w:rsid w:val="00584753"/>
    <w:rsid w:val="00587934"/>
    <w:rsid w:val="00593E31"/>
    <w:rsid w:val="00597B57"/>
    <w:rsid w:val="005A6C36"/>
    <w:rsid w:val="005A794F"/>
    <w:rsid w:val="005C35A6"/>
    <w:rsid w:val="005C76E8"/>
    <w:rsid w:val="005F4BA8"/>
    <w:rsid w:val="005F6185"/>
    <w:rsid w:val="005F7EA0"/>
    <w:rsid w:val="00671E9D"/>
    <w:rsid w:val="00676647"/>
    <w:rsid w:val="0068104C"/>
    <w:rsid w:val="00690B12"/>
    <w:rsid w:val="00697C39"/>
    <w:rsid w:val="006A4A5F"/>
    <w:rsid w:val="006A56C7"/>
    <w:rsid w:val="006C0A3A"/>
    <w:rsid w:val="00700DDD"/>
    <w:rsid w:val="0072479F"/>
    <w:rsid w:val="00742B30"/>
    <w:rsid w:val="00755F16"/>
    <w:rsid w:val="0077498D"/>
    <w:rsid w:val="00805B2E"/>
    <w:rsid w:val="0082145F"/>
    <w:rsid w:val="008222D2"/>
    <w:rsid w:val="00837915"/>
    <w:rsid w:val="008634A1"/>
    <w:rsid w:val="008755C2"/>
    <w:rsid w:val="008861F7"/>
    <w:rsid w:val="008B57D7"/>
    <w:rsid w:val="008D1D3B"/>
    <w:rsid w:val="008E0449"/>
    <w:rsid w:val="008F3285"/>
    <w:rsid w:val="008F4830"/>
    <w:rsid w:val="009027AC"/>
    <w:rsid w:val="0090686A"/>
    <w:rsid w:val="00913623"/>
    <w:rsid w:val="0092644B"/>
    <w:rsid w:val="00946815"/>
    <w:rsid w:val="00966130"/>
    <w:rsid w:val="009A47A2"/>
    <w:rsid w:val="009A53E4"/>
    <w:rsid w:val="009D294E"/>
    <w:rsid w:val="009E2B59"/>
    <w:rsid w:val="00A10E23"/>
    <w:rsid w:val="00A337F2"/>
    <w:rsid w:val="00A549FF"/>
    <w:rsid w:val="00A67040"/>
    <w:rsid w:val="00AB000B"/>
    <w:rsid w:val="00AD1274"/>
    <w:rsid w:val="00AE3476"/>
    <w:rsid w:val="00B120CF"/>
    <w:rsid w:val="00B31637"/>
    <w:rsid w:val="00B326C5"/>
    <w:rsid w:val="00B54CBF"/>
    <w:rsid w:val="00B65065"/>
    <w:rsid w:val="00B869FD"/>
    <w:rsid w:val="00B93937"/>
    <w:rsid w:val="00BA0B8D"/>
    <w:rsid w:val="00BB3FA1"/>
    <w:rsid w:val="00BD0900"/>
    <w:rsid w:val="00BD5DEF"/>
    <w:rsid w:val="00C01887"/>
    <w:rsid w:val="00C05CB3"/>
    <w:rsid w:val="00C3542D"/>
    <w:rsid w:val="00C54ED1"/>
    <w:rsid w:val="00C800EB"/>
    <w:rsid w:val="00C97A95"/>
    <w:rsid w:val="00CE18B0"/>
    <w:rsid w:val="00CE1FB0"/>
    <w:rsid w:val="00D10DE3"/>
    <w:rsid w:val="00D43A69"/>
    <w:rsid w:val="00D55423"/>
    <w:rsid w:val="00E314AC"/>
    <w:rsid w:val="00E53B27"/>
    <w:rsid w:val="00E54853"/>
    <w:rsid w:val="00E751E8"/>
    <w:rsid w:val="00EB7D42"/>
    <w:rsid w:val="00EC0BCC"/>
    <w:rsid w:val="00EC5974"/>
    <w:rsid w:val="00EF56D5"/>
    <w:rsid w:val="00F33072"/>
    <w:rsid w:val="00F342DC"/>
    <w:rsid w:val="00F44EC6"/>
    <w:rsid w:val="00F745CE"/>
    <w:rsid w:val="00F75721"/>
    <w:rsid w:val="00F874FE"/>
    <w:rsid w:val="00FA4163"/>
    <w:rsid w:val="00FB7967"/>
    <w:rsid w:val="00FD0568"/>
    <w:rsid w:val="0F583F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uiPriority w:val="99"/>
    <w:rPr>
      <w:kern w:val="2"/>
      <w:sz w:val="18"/>
      <w:szCs w:val="18"/>
    </w:rPr>
  </w:style>
  <w:style w:type="character" w:customStyle="1" w:styleId="9">
    <w:name w:val="页脚 Char"/>
    <w:link w:val="3"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PAS\CV%20Template\&#31616;&#21382;_&#33521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简历_英文模板</Template>
  <Company>Lenovo</Company>
  <Pages>1</Pages>
  <Words>21</Words>
  <Characters>126</Characters>
  <Lines>1</Lines>
  <Paragraphs>1</Paragraphs>
  <TotalTime>0</TotalTime>
  <ScaleCrop>false</ScaleCrop>
  <LinksUpToDate>false</LinksUpToDate>
  <CharactersWithSpaces>146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2013-12-04T02:04:00Z</dcterms:created>
  <dc:creator>Heaven_Think</dc:creator>
  <cp:lastModifiedBy>wyr</cp:lastModifiedBy>
  <dcterms:modified xsi:type="dcterms:W3CDTF">2023-08-09T09:31:49Z</dcterms:modified>
  <dc:title>简 历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8E6B7ADDC2F44386977F8565DF0AD79D_13</vt:lpwstr>
  </property>
</Properties>
</file>